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7CCE" w14:textId="77777777" w:rsidR="008C0DC9" w:rsidRDefault="008C0DC9" w:rsidP="008C0DC9">
      <w:pPr>
        <w:pStyle w:val="Heading2"/>
      </w:pPr>
      <w:bookmarkStart w:id="0" w:name="_Toc167891051"/>
      <w:r>
        <w:t>End of year report</w:t>
      </w:r>
      <w:bookmarkEnd w:id="0"/>
    </w:p>
    <w:tbl>
      <w:tblPr>
        <w:tblStyle w:val="GridTable4-Accent5"/>
        <w:tblW w:w="9629" w:type="dxa"/>
        <w:tblLook w:val="04A0" w:firstRow="1" w:lastRow="0" w:firstColumn="1" w:lastColumn="0" w:noHBand="0" w:noVBand="1"/>
      </w:tblPr>
      <w:tblGrid>
        <w:gridCol w:w="2547"/>
        <w:gridCol w:w="7082"/>
      </w:tblGrid>
      <w:tr w:rsidR="008C0DC9" w14:paraId="6DCDFB1F" w14:textId="77777777" w:rsidTr="008C0D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EEAF6" w:themeFill="accent1" w:themeFillTint="33"/>
          </w:tcPr>
          <w:p w14:paraId="7210A0F1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  <w:r w:rsidRPr="008C0DC9">
              <w:rPr>
                <w:color w:val="auto"/>
              </w:rPr>
              <w:t>Clinical indicator</w:t>
            </w:r>
          </w:p>
          <w:p w14:paraId="25335B30" w14:textId="17D62460" w:rsidR="008C0DC9" w:rsidRP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</w:p>
        </w:tc>
        <w:tc>
          <w:tcPr>
            <w:tcW w:w="7082" w:type="dxa"/>
            <w:shd w:val="clear" w:color="auto" w:fill="DEEAF6" w:themeFill="accent1" w:themeFillTint="33"/>
          </w:tcPr>
          <w:p w14:paraId="3E3E0EE3" w14:textId="77777777" w:rsidR="008C0DC9" w:rsidRDefault="008C0DC9" w:rsidP="008C0DC9">
            <w:pPr>
              <w:spacing w:before="0"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DC9" w14:paraId="127D5373" w14:textId="77777777" w:rsidTr="008C0D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227BA3E" w14:textId="77777777" w:rsidR="008C0DC9" w:rsidRDefault="008C0DC9" w:rsidP="008C0DC9">
            <w:pPr>
              <w:spacing w:before="0" w:after="0" w:line="240" w:lineRule="auto"/>
            </w:pPr>
            <w:r>
              <w:t>Name of practice</w:t>
            </w:r>
          </w:p>
        </w:tc>
        <w:tc>
          <w:tcPr>
            <w:tcW w:w="7082" w:type="dxa"/>
          </w:tcPr>
          <w:p w14:paraId="1920983E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C9" w14:paraId="4DC85FBE" w14:textId="77777777" w:rsidTr="008C0DC9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hideMark/>
          </w:tcPr>
          <w:p w14:paraId="215E1C15" w14:textId="77777777" w:rsidR="008C0DC9" w:rsidRDefault="008C0DC9" w:rsidP="008C0DC9">
            <w:pPr>
              <w:spacing w:before="0" w:after="0" w:line="240" w:lineRule="auto"/>
            </w:pPr>
            <w:r>
              <w:t>Aim statement</w:t>
            </w:r>
          </w:p>
          <w:p w14:paraId="32681CA2" w14:textId="1B2D83B6" w:rsidR="008C0DC9" w:rsidRPr="00E17A38" w:rsidRDefault="00E17A38" w:rsidP="008C0DC9">
            <w:pPr>
              <w:spacing w:before="0" w:after="0" w:line="240" w:lineRule="auto"/>
              <w:rPr>
                <w:b w:val="0"/>
                <w:bCs w:val="0"/>
                <w:sz w:val="20"/>
                <w:szCs w:val="20"/>
              </w:rPr>
            </w:pPr>
            <w:r w:rsidRPr="00E17A38">
              <w:rPr>
                <w:b w:val="0"/>
                <w:bCs w:val="0"/>
                <w:i/>
                <w:iCs/>
                <w:sz w:val="20"/>
                <w:szCs w:val="20"/>
              </w:rPr>
              <w:t>Transfer this from your QIP</w:t>
            </w:r>
          </w:p>
        </w:tc>
        <w:tc>
          <w:tcPr>
            <w:tcW w:w="7082" w:type="dxa"/>
          </w:tcPr>
          <w:p w14:paraId="5F1F45DF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DC9" w14:paraId="7336540F" w14:textId="77777777" w:rsidTr="008C0D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B99BB90" w14:textId="4E8630F5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  <w:r>
              <w:t>Findings (based on</w:t>
            </w:r>
            <w:r w:rsidR="00A06EF2">
              <w:t xml:space="preserve"> your PDSA cycles and</w:t>
            </w:r>
            <w:r>
              <w:t xml:space="preserve"> family of measures for each quarter)</w:t>
            </w:r>
          </w:p>
          <w:p w14:paraId="289C3358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</w:p>
          <w:p w14:paraId="63BD5941" w14:textId="77777777" w:rsidR="008C0DC9" w:rsidRDefault="008C0DC9" w:rsidP="008C0DC9">
            <w:pPr>
              <w:spacing w:before="0" w:after="0" w:line="240" w:lineRule="auto"/>
              <w:rPr>
                <w:i/>
                <w:iCs/>
              </w:rPr>
            </w:pPr>
            <w:r w:rsidRPr="00EF0C7F">
              <w:rPr>
                <w:b w:val="0"/>
                <w:bCs w:val="0"/>
                <w:i/>
                <w:iCs/>
              </w:rPr>
              <w:t>How will we know that a change is an improvement?</w:t>
            </w:r>
          </w:p>
          <w:p w14:paraId="0DE6D90E" w14:textId="77777777" w:rsidR="008C0DC9" w:rsidRPr="00EF0C7F" w:rsidRDefault="008C0DC9" w:rsidP="008C0DC9">
            <w:pPr>
              <w:spacing w:before="0" w:after="0" w:line="240" w:lineRule="auto"/>
              <w:rPr>
                <w:b w:val="0"/>
                <w:bCs w:val="0"/>
                <w:i/>
                <w:iCs/>
              </w:rPr>
            </w:pPr>
          </w:p>
          <w:p w14:paraId="5F5738F8" w14:textId="47C3DFCE" w:rsidR="008C0DC9" w:rsidRDefault="008C0DC9" w:rsidP="008C0DC9">
            <w:pPr>
              <w:spacing w:before="0" w:after="0" w:line="240" w:lineRule="auto"/>
              <w:rPr>
                <w:i/>
                <w:iCs/>
              </w:rPr>
            </w:pPr>
            <w:r w:rsidRPr="00EF0C7F">
              <w:rPr>
                <w:b w:val="0"/>
                <w:bCs w:val="0"/>
                <w:i/>
                <w:iCs/>
              </w:rPr>
              <w:t>What change</w:t>
            </w:r>
            <w:r>
              <w:rPr>
                <w:b w:val="0"/>
                <w:bCs w:val="0"/>
                <w:i/>
                <w:iCs/>
              </w:rPr>
              <w:t>s did</w:t>
            </w:r>
            <w:r w:rsidRPr="00EF0C7F">
              <w:rPr>
                <w:b w:val="0"/>
                <w:bCs w:val="0"/>
                <w:i/>
                <w:iCs/>
              </w:rPr>
              <w:t xml:space="preserve"> we make that resul</w:t>
            </w:r>
            <w:r>
              <w:rPr>
                <w:b w:val="0"/>
                <w:bCs w:val="0"/>
                <w:i/>
                <w:iCs/>
              </w:rPr>
              <w:t>ted</w:t>
            </w:r>
            <w:r w:rsidRPr="00EF0C7F">
              <w:rPr>
                <w:b w:val="0"/>
                <w:bCs w:val="0"/>
                <w:i/>
                <w:iCs/>
              </w:rPr>
              <w:t xml:space="preserve"> in an improvement?</w:t>
            </w:r>
          </w:p>
          <w:p w14:paraId="1B0DCCCC" w14:textId="345A221D" w:rsidR="008C0DC9" w:rsidRPr="00CE5441" w:rsidRDefault="008C0DC9" w:rsidP="008C0DC9">
            <w:pPr>
              <w:spacing w:before="0" w:after="0" w:line="240" w:lineRule="auto"/>
              <w:rPr>
                <w:i/>
                <w:iCs/>
              </w:rPr>
            </w:pPr>
          </w:p>
        </w:tc>
        <w:tc>
          <w:tcPr>
            <w:tcW w:w="7082" w:type="dxa"/>
          </w:tcPr>
          <w:p w14:paraId="7B76809A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C3093A0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E9C2862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7C6077B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3199EEC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0292FD7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71D1EE0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C9" w14:paraId="2471DEDA" w14:textId="77777777" w:rsidTr="00A06EF2">
        <w:trPr>
          <w:trHeight w:val="2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643B7BE" w14:textId="6D656E0D" w:rsidR="008C0DC9" w:rsidRDefault="008C0DC9" w:rsidP="008C0DC9">
            <w:pPr>
              <w:spacing w:before="0" w:after="0" w:line="240" w:lineRule="auto"/>
            </w:pPr>
            <w:r>
              <w:t>What went well</w:t>
            </w:r>
            <w:r w:rsidR="00EF35CF">
              <w:t xml:space="preserve"> for your project</w:t>
            </w:r>
            <w:r>
              <w:t>?</w:t>
            </w:r>
          </w:p>
          <w:p w14:paraId="4B10C12D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</w:p>
          <w:p w14:paraId="68057EA4" w14:textId="77777777" w:rsidR="00887154" w:rsidRDefault="00887154" w:rsidP="008C0DC9">
            <w:pPr>
              <w:spacing w:before="0" w:after="0" w:line="240" w:lineRule="auto"/>
            </w:pPr>
          </w:p>
          <w:p w14:paraId="60CCD8F5" w14:textId="77777777" w:rsidR="00A06EF2" w:rsidRDefault="00A06EF2" w:rsidP="008C0DC9">
            <w:pPr>
              <w:spacing w:before="0" w:after="0" w:line="240" w:lineRule="auto"/>
              <w:rPr>
                <w:b w:val="0"/>
                <w:bCs w:val="0"/>
              </w:rPr>
            </w:pPr>
          </w:p>
          <w:p w14:paraId="29386F29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  <w:r>
              <w:t>What were your successes?</w:t>
            </w:r>
          </w:p>
          <w:p w14:paraId="474F86F5" w14:textId="77777777" w:rsidR="008C0DC9" w:rsidRDefault="008C0DC9" w:rsidP="008C0DC9">
            <w:pPr>
              <w:spacing w:before="0" w:after="0" w:line="240" w:lineRule="auto"/>
              <w:rPr>
                <w:b w:val="0"/>
                <w:bCs w:val="0"/>
              </w:rPr>
            </w:pPr>
          </w:p>
          <w:p w14:paraId="06CCC08C" w14:textId="77777777" w:rsidR="00887154" w:rsidRDefault="00887154" w:rsidP="008C0DC9">
            <w:pPr>
              <w:spacing w:before="0" w:after="0" w:line="240" w:lineRule="auto"/>
              <w:rPr>
                <w:b w:val="0"/>
                <w:bCs w:val="0"/>
              </w:rPr>
            </w:pPr>
          </w:p>
          <w:p w14:paraId="6EECA3E6" w14:textId="406DB049" w:rsidR="00887154" w:rsidRDefault="00887154" w:rsidP="008C0DC9">
            <w:pPr>
              <w:spacing w:before="0" w:after="0" w:line="240" w:lineRule="auto"/>
            </w:pPr>
          </w:p>
        </w:tc>
        <w:tc>
          <w:tcPr>
            <w:tcW w:w="7082" w:type="dxa"/>
          </w:tcPr>
          <w:p w14:paraId="0758B162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99B5C5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5E6DB25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C0DC9" w14:paraId="19A7B71B" w14:textId="77777777" w:rsidTr="00A06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F7F24D1" w14:textId="6853CAFD" w:rsidR="008C0DC9" w:rsidRDefault="008C0DC9" w:rsidP="008C0DC9">
            <w:pPr>
              <w:spacing w:before="0" w:after="0" w:line="240" w:lineRule="auto"/>
            </w:pPr>
            <w:r>
              <w:t>What could have been done better</w:t>
            </w:r>
            <w:r w:rsidR="00EF35CF">
              <w:t xml:space="preserve"> within your project</w:t>
            </w:r>
            <w:r>
              <w:t>?</w:t>
            </w:r>
          </w:p>
        </w:tc>
        <w:tc>
          <w:tcPr>
            <w:tcW w:w="7082" w:type="dxa"/>
          </w:tcPr>
          <w:p w14:paraId="0BB434AE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8B5B3C5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8F13C6B" w14:textId="77777777" w:rsidR="008C0DC9" w:rsidRDefault="008C0DC9" w:rsidP="008C0DC9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0DC9" w14:paraId="10C90952" w14:textId="77777777" w:rsidTr="00887154">
        <w:trPr>
          <w:trHeight w:val="2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2283F4E" w14:textId="77777777" w:rsidR="008C0DC9" w:rsidRDefault="008C0DC9" w:rsidP="008C0DC9">
            <w:pPr>
              <w:spacing w:before="0" w:after="0" w:line="240" w:lineRule="auto"/>
            </w:pPr>
            <w:r>
              <w:t>Lessons learned</w:t>
            </w:r>
          </w:p>
        </w:tc>
        <w:tc>
          <w:tcPr>
            <w:tcW w:w="7082" w:type="dxa"/>
          </w:tcPr>
          <w:p w14:paraId="6D116B86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120906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57A104" w14:textId="77777777" w:rsidR="008C0DC9" w:rsidRDefault="008C0DC9" w:rsidP="008C0DC9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FC5614" w14:textId="77777777" w:rsidR="00667FB2" w:rsidRPr="00667FB2" w:rsidRDefault="00667FB2" w:rsidP="00667FB2">
      <w:pPr>
        <w:rPr>
          <w:b/>
        </w:rPr>
      </w:pPr>
    </w:p>
    <w:sectPr w:rsidR="00667FB2" w:rsidRPr="00667FB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E9B62" w14:textId="77777777" w:rsidR="00072217" w:rsidRDefault="00072217" w:rsidP="00667FB2">
      <w:r>
        <w:separator/>
      </w:r>
    </w:p>
  </w:endnote>
  <w:endnote w:type="continuationSeparator" w:id="0">
    <w:p w14:paraId="44D1DC6B" w14:textId="77777777" w:rsidR="00072217" w:rsidRDefault="00072217" w:rsidP="0066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A73E9" w14:textId="77777777" w:rsidR="00072217" w:rsidRDefault="00072217" w:rsidP="00667FB2">
      <w:r>
        <w:separator/>
      </w:r>
    </w:p>
  </w:footnote>
  <w:footnote w:type="continuationSeparator" w:id="0">
    <w:p w14:paraId="1223491A" w14:textId="77777777" w:rsidR="00072217" w:rsidRDefault="00072217" w:rsidP="00667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61BAA" w14:textId="77777777" w:rsidR="00A74111" w:rsidRDefault="00A74111" w:rsidP="00667FB2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1" wp14:anchorId="07807091" wp14:editId="656B2D6F">
          <wp:simplePos x="0" y="0"/>
          <wp:positionH relativeFrom="margin">
            <wp:posOffset>4339394</wp:posOffset>
          </wp:positionH>
          <wp:positionV relativeFrom="margin">
            <wp:posOffset>-681990</wp:posOffset>
          </wp:positionV>
          <wp:extent cx="2189185" cy="575616"/>
          <wp:effectExtent l="0" t="0" r="1905" b="0"/>
          <wp:wrapSquare wrapText="bothSides"/>
          <wp:docPr id="1" name="Picture 1" descr="O:\ADMIN\Branding\NEW PINNACLE\Full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ADMIN\Branding\NEW PINNACLE\Full colour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185" cy="575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DC9"/>
    <w:rsid w:val="00072217"/>
    <w:rsid w:val="000A495C"/>
    <w:rsid w:val="0011692F"/>
    <w:rsid w:val="002867C2"/>
    <w:rsid w:val="002B218F"/>
    <w:rsid w:val="0044103D"/>
    <w:rsid w:val="0045742D"/>
    <w:rsid w:val="004600DD"/>
    <w:rsid w:val="0049770C"/>
    <w:rsid w:val="00561404"/>
    <w:rsid w:val="005B5311"/>
    <w:rsid w:val="0064542D"/>
    <w:rsid w:val="0064752E"/>
    <w:rsid w:val="00667FB2"/>
    <w:rsid w:val="006917E3"/>
    <w:rsid w:val="006B4D23"/>
    <w:rsid w:val="006E2693"/>
    <w:rsid w:val="00733758"/>
    <w:rsid w:val="00746BA4"/>
    <w:rsid w:val="0077306B"/>
    <w:rsid w:val="007A3F4A"/>
    <w:rsid w:val="00887154"/>
    <w:rsid w:val="008C0DC9"/>
    <w:rsid w:val="00953AD2"/>
    <w:rsid w:val="00987415"/>
    <w:rsid w:val="00A06EF2"/>
    <w:rsid w:val="00A74111"/>
    <w:rsid w:val="00B86728"/>
    <w:rsid w:val="00BF0C7F"/>
    <w:rsid w:val="00C5320C"/>
    <w:rsid w:val="00C8194E"/>
    <w:rsid w:val="00CB6002"/>
    <w:rsid w:val="00CC4DEC"/>
    <w:rsid w:val="00CD7BE7"/>
    <w:rsid w:val="00D83487"/>
    <w:rsid w:val="00D95A30"/>
    <w:rsid w:val="00DA667E"/>
    <w:rsid w:val="00E17A38"/>
    <w:rsid w:val="00E30815"/>
    <w:rsid w:val="00E60419"/>
    <w:rsid w:val="00EB5231"/>
    <w:rsid w:val="00EF35CF"/>
    <w:rsid w:val="00EF617C"/>
    <w:rsid w:val="00F16856"/>
    <w:rsid w:val="00F444A0"/>
    <w:rsid w:val="00F6422F"/>
    <w:rsid w:val="00F81C56"/>
    <w:rsid w:val="00F9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76631"/>
  <w15:chartTrackingRefBased/>
  <w15:docId w15:val="{907FA735-375F-4964-92C0-E4287A3E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B2"/>
    <w:pPr>
      <w:spacing w:before="120" w:after="12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FB2"/>
    <w:pPr>
      <w:spacing w:before="240"/>
      <w:outlineLvl w:val="0"/>
    </w:pPr>
    <w:rPr>
      <w:b/>
      <w:color w:val="0066A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7FB2"/>
    <w:pPr>
      <w:spacing w:before="240"/>
      <w:outlineLvl w:val="1"/>
    </w:pPr>
    <w:rPr>
      <w:b/>
      <w:color w:val="9264A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7FB2"/>
    <w:pPr>
      <w:outlineLvl w:val="2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111"/>
  </w:style>
  <w:style w:type="paragraph" w:styleId="Footer">
    <w:name w:val="footer"/>
    <w:basedOn w:val="Normal"/>
    <w:link w:val="FooterChar"/>
    <w:uiPriority w:val="99"/>
    <w:unhideWhenUsed/>
    <w:rsid w:val="00A74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111"/>
  </w:style>
  <w:style w:type="character" w:customStyle="1" w:styleId="Heading2Char">
    <w:name w:val="Heading 2 Char"/>
    <w:basedOn w:val="DefaultParagraphFont"/>
    <w:link w:val="Heading2"/>
    <w:uiPriority w:val="9"/>
    <w:rsid w:val="00667FB2"/>
    <w:rPr>
      <w:rFonts w:ascii="Arial" w:hAnsi="Arial"/>
      <w:b/>
      <w:color w:val="9264AA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67FB2"/>
    <w:rPr>
      <w:rFonts w:ascii="Arial" w:hAnsi="Arial"/>
      <w:b/>
      <w:sz w:val="24"/>
      <w:szCs w:val="24"/>
    </w:rPr>
  </w:style>
  <w:style w:type="paragraph" w:styleId="NoSpacing">
    <w:name w:val="No Spacing"/>
    <w:uiPriority w:val="1"/>
    <w:qFormat/>
    <w:rsid w:val="00C8194E"/>
    <w:pPr>
      <w:spacing w:before="120" w:after="120" w:line="276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667FB2"/>
    <w:rPr>
      <w:rFonts w:ascii="Arial" w:hAnsi="Arial"/>
      <w:b/>
      <w:color w:val="0066AF"/>
      <w:sz w:val="36"/>
      <w:szCs w:val="32"/>
    </w:rPr>
  </w:style>
  <w:style w:type="table" w:styleId="GridTable4-Accent5">
    <w:name w:val="Grid Table 4 Accent 5"/>
    <w:basedOn w:val="TableNormal"/>
    <w:uiPriority w:val="49"/>
    <w:rsid w:val="008C0DC9"/>
    <w:pPr>
      <w:spacing w:after="0" w:line="240" w:lineRule="auto"/>
    </w:pPr>
    <w:rPr>
      <w:rFonts w:eastAsia="Times New Roman"/>
      <w:kern w:val="2"/>
      <w14:ligatures w14:val="standardContextual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83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4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48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48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queGibbons\Pinnacle%20Midlands%20Health%20Network\SP_Resources%20-%20Branding%20and%20templates\MHN\MHN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30294BBB14C6448F8F0BDB777F9F58" ma:contentTypeVersion="14" ma:contentTypeDescription="Create a new document." ma:contentTypeScope="" ma:versionID="e1747d8686b8ddb31ea13a8708dcbc35">
  <xsd:schema xmlns:xsd="http://www.w3.org/2001/XMLSchema" xmlns:xs="http://www.w3.org/2001/XMLSchema" xmlns:p="http://schemas.microsoft.com/office/2006/metadata/properties" xmlns:ns2="509a6abc-3368-4ead-b6de-f485457f6f3b" xmlns:ns3="feb2bfe1-f005-4771-968b-8189b9eac625" targetNamespace="http://schemas.microsoft.com/office/2006/metadata/properties" ma:root="true" ma:fieldsID="342e23770f52050b4a7770e6d3da63f6" ns2:_="" ns3:_="">
    <xsd:import namespace="509a6abc-3368-4ead-b6de-f485457f6f3b"/>
    <xsd:import namespace="feb2bfe1-f005-4771-968b-8189b9eac62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a6abc-3368-4ead-b6de-f485457f6f3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35405db-8a33-41fc-af61-d3b94293c3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2bfe1-f005-4771-968b-8189b9eac62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fc1f307-4857-47ba-a878-137b4150fe6e}" ma:internalName="TaxCatchAll" ma:showField="CatchAllData" ma:web="feb2bfe1-f005-4771-968b-8189b9eac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9a6abc-3368-4ead-b6de-f485457f6f3b">
      <Terms xmlns="http://schemas.microsoft.com/office/infopath/2007/PartnerControls"/>
    </lcf76f155ced4ddcb4097134ff3c332f>
    <TaxCatchAll xmlns="feb2bfe1-f005-4771-968b-8189b9eac625" xsi:nil="true"/>
    <SharedWithUsers xmlns="feb2bfe1-f005-4771-968b-8189b9eac625">
      <UserInfo>
        <DisplayName>Nicola Morris</DisplayName>
        <AccountId>153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E7CDB45-9990-4C96-B27A-C432897B49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966EC9-52FC-4999-9D4C-13DC7E1D912E}"/>
</file>

<file path=customXml/itemProps3.xml><?xml version="1.0" encoding="utf-8"?>
<ds:datastoreItem xmlns:ds="http://schemas.openxmlformats.org/officeDocument/2006/customXml" ds:itemID="{37E4AE87-3E7A-4BFB-8DD8-3C85327D4CA6}">
  <ds:schemaRefs>
    <ds:schemaRef ds:uri="http://schemas.microsoft.com/office/2006/metadata/properties"/>
    <ds:schemaRef ds:uri="http://schemas.microsoft.com/office/infopath/2007/PartnerControls"/>
    <ds:schemaRef ds:uri="f2b5f124-b3e6-43f5-b70a-3389ce3480e3"/>
    <ds:schemaRef ds:uri="b864c2cb-47cc-4d72-906a-9c436282f606"/>
  </ds:schemaRefs>
</ds:datastoreItem>
</file>

<file path=docMetadata/LabelInfo.xml><?xml version="1.0" encoding="utf-8"?>
<clbl:labelList xmlns:clbl="http://schemas.microsoft.com/office/2020/mipLabelMetadata">
  <clbl:label id="{22fddd88-4491-4cac-8cef-7ea0ea561dc0}" enabled="1" method="Standard" siteId="{e2a74e9b-3544-499d-9bc6-40d4d65ea2f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MHN Word Template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Gibbons</dc:creator>
  <cp:keywords/>
  <dc:description/>
  <cp:lastModifiedBy>Michelle Bayley</cp:lastModifiedBy>
  <cp:revision>2</cp:revision>
  <dcterms:created xsi:type="dcterms:W3CDTF">2025-05-23T00:06:00Z</dcterms:created>
  <dcterms:modified xsi:type="dcterms:W3CDTF">2025-05-23T00:06:00Z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0x0101008A30294BBB14C6448F8F0BDB777F9F58</vt:lpwstr>
  </property>
  <property fmtid="{D5CDD505-2E9C-101B-9397-08002B2CF9AE}" pid="3" name="_dlc_DocIdItemGuid">
    <vt:lpwstr>4628f62f-7c2a-4ed5-b62d-e2d696d203ca</vt:lpwstr>
  </property>
  <property fmtid="{D5CDD505-2E9C-101B-9397-08002B2CF9AE}" pid="4" name="Order">
    <vt:r8>76152500</vt:r8>
  </property>
  <property fmtid="{D5CDD505-2E9C-101B-9397-08002B2CF9AE}" pid="5" name="xd_Signature">
    <vt:bool>false</vt:bool>
  </property>
  <property fmtid="{D5CDD505-2E9C-101B-9397-08002B2CF9AE}" pid="6" name="SharedWithUsers">
    <vt:lpwstr>153;#Nicola Morris</vt:lpwstr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